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807899E-4A25-4F4C-BF0A-2587A2122341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